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AD3AE9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AD3AE9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AD3AE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AD3AE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AD3AE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AD3AE9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AD3AE9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AD3AE9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AD3AE9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AD3AE9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AD3AE9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AD3AE9">
        <w:rPr>
          <w:rFonts w:ascii="Corbel" w:hAnsi="Corbel" w:cstheme="minorHAnsi"/>
          <w:bCs/>
          <w:i/>
          <w:sz w:val="24"/>
          <w:szCs w:val="24"/>
        </w:rPr>
        <w:t xml:space="preserve">nr </w:t>
      </w:r>
      <w:r w:rsidR="00B67715" w:rsidRPr="00AD3AE9">
        <w:rPr>
          <w:rFonts w:ascii="Corbel" w:hAnsi="Corbel" w:cstheme="minorHAnsi"/>
          <w:bCs/>
          <w:i/>
          <w:sz w:val="24"/>
          <w:szCs w:val="24"/>
        </w:rPr>
        <w:t>7</w:t>
      </w:r>
      <w:r w:rsidR="00F17567" w:rsidRPr="00AD3AE9">
        <w:rPr>
          <w:rFonts w:ascii="Corbel" w:hAnsi="Corbel" w:cstheme="minorHAnsi"/>
          <w:bCs/>
          <w:i/>
          <w:sz w:val="24"/>
          <w:szCs w:val="24"/>
        </w:rPr>
        <w:t>/20</w:t>
      </w:r>
      <w:r w:rsidR="00B67715" w:rsidRPr="00AD3AE9">
        <w:rPr>
          <w:rFonts w:ascii="Corbel" w:hAnsi="Corbel" w:cstheme="minorHAnsi"/>
          <w:bCs/>
          <w:i/>
          <w:sz w:val="24"/>
          <w:szCs w:val="24"/>
        </w:rPr>
        <w:t>23</w:t>
      </w:r>
    </w:p>
    <w:p w14:paraId="11272CC1" w14:textId="77777777" w:rsidR="009E74E7" w:rsidRPr="00AD3AE9" w:rsidRDefault="009E74E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</w:p>
    <w:p w14:paraId="4B07FC45" w14:textId="77777777" w:rsidR="0085747A" w:rsidRPr="00AD3AE9" w:rsidRDefault="0085747A" w:rsidP="000725AD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AD3AE9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35E783A3" w14:textId="6C879B1B" w:rsidR="0085747A" w:rsidRPr="00AD3AE9" w:rsidRDefault="0071620A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AD3AE9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AD3AE9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875C93" w:rsidRPr="00AD3AE9">
        <w:rPr>
          <w:rFonts w:ascii="Corbel" w:hAnsi="Corbel" w:cstheme="minorHAnsi"/>
          <w:b/>
          <w:smallCaps/>
          <w:sz w:val="24"/>
          <w:szCs w:val="24"/>
        </w:rPr>
        <w:t>202</w:t>
      </w:r>
      <w:r w:rsidR="00B67715" w:rsidRPr="00AD3AE9">
        <w:rPr>
          <w:rFonts w:ascii="Corbel" w:hAnsi="Corbel" w:cstheme="minorHAnsi"/>
          <w:b/>
          <w:smallCaps/>
          <w:sz w:val="24"/>
          <w:szCs w:val="24"/>
        </w:rPr>
        <w:t>4</w:t>
      </w:r>
      <w:r w:rsidR="00676A10" w:rsidRPr="00AD3AE9">
        <w:rPr>
          <w:rFonts w:ascii="Corbel" w:hAnsi="Corbel" w:cstheme="minorHAnsi"/>
          <w:b/>
          <w:smallCaps/>
          <w:sz w:val="24"/>
          <w:szCs w:val="24"/>
        </w:rPr>
        <w:t>-</w:t>
      </w:r>
      <w:r w:rsidR="008F70AB" w:rsidRPr="00AD3AE9">
        <w:rPr>
          <w:rFonts w:ascii="Corbel" w:hAnsi="Corbel" w:cstheme="minorHAnsi"/>
          <w:b/>
          <w:smallCaps/>
          <w:sz w:val="24"/>
          <w:szCs w:val="24"/>
        </w:rPr>
        <w:t>20</w:t>
      </w:r>
      <w:r w:rsidR="001F7DC8" w:rsidRPr="00AD3AE9">
        <w:rPr>
          <w:rFonts w:ascii="Corbel" w:hAnsi="Corbel" w:cstheme="minorHAnsi"/>
          <w:b/>
          <w:smallCaps/>
          <w:sz w:val="24"/>
          <w:szCs w:val="24"/>
        </w:rPr>
        <w:t>2</w:t>
      </w:r>
      <w:r w:rsidR="00B67715" w:rsidRPr="00AD3AE9">
        <w:rPr>
          <w:rFonts w:ascii="Corbel" w:hAnsi="Corbel" w:cstheme="minorHAnsi"/>
          <w:b/>
          <w:smallCaps/>
          <w:sz w:val="24"/>
          <w:szCs w:val="24"/>
        </w:rPr>
        <w:t>9</w:t>
      </w:r>
    </w:p>
    <w:p w14:paraId="6F9B8E61" w14:textId="77777777" w:rsidR="00533B26" w:rsidRPr="00AD3AE9" w:rsidRDefault="00533B26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</w:p>
    <w:p w14:paraId="0DB1C674" w14:textId="6BDD01CC" w:rsidR="0085747A" w:rsidRPr="00AD3AE9" w:rsidRDefault="005A05AE" w:rsidP="000725AD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>Rok akademicki</w:t>
      </w:r>
      <w:r w:rsidR="00445970" w:rsidRPr="00AD3AE9">
        <w:rPr>
          <w:rFonts w:ascii="Corbel" w:hAnsi="Corbel" w:cstheme="minorHAnsi"/>
          <w:sz w:val="24"/>
          <w:szCs w:val="24"/>
        </w:rPr>
        <w:t xml:space="preserve"> </w:t>
      </w:r>
      <w:r w:rsidR="008927D9" w:rsidRPr="00AD3AE9">
        <w:rPr>
          <w:rFonts w:ascii="Corbel" w:hAnsi="Corbel" w:cstheme="minorHAnsi"/>
          <w:sz w:val="24"/>
          <w:szCs w:val="24"/>
        </w:rPr>
        <w:t>20</w:t>
      </w:r>
      <w:r w:rsidR="007849AE" w:rsidRPr="00AD3AE9">
        <w:rPr>
          <w:rFonts w:ascii="Corbel" w:hAnsi="Corbel" w:cstheme="minorHAnsi"/>
          <w:sz w:val="24"/>
          <w:szCs w:val="24"/>
        </w:rPr>
        <w:t>2</w:t>
      </w:r>
      <w:r w:rsidR="00AD3AE9">
        <w:rPr>
          <w:rFonts w:ascii="Corbel" w:hAnsi="Corbel" w:cstheme="minorHAnsi"/>
          <w:sz w:val="24"/>
          <w:szCs w:val="24"/>
        </w:rPr>
        <w:t>5</w:t>
      </w:r>
      <w:r w:rsidR="008927D9" w:rsidRPr="00AD3AE9">
        <w:rPr>
          <w:rFonts w:ascii="Corbel" w:hAnsi="Corbel" w:cstheme="minorHAnsi"/>
          <w:sz w:val="24"/>
          <w:szCs w:val="24"/>
        </w:rPr>
        <w:t>/202</w:t>
      </w:r>
      <w:r w:rsidR="00AD3AE9">
        <w:rPr>
          <w:rFonts w:ascii="Corbel" w:hAnsi="Corbel" w:cstheme="minorHAnsi"/>
          <w:sz w:val="24"/>
          <w:szCs w:val="24"/>
        </w:rPr>
        <w:t>6</w:t>
      </w:r>
    </w:p>
    <w:p w14:paraId="7817197E" w14:textId="77777777" w:rsidR="008927D9" w:rsidRPr="00AD3AE9" w:rsidRDefault="008927D9" w:rsidP="008927D9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</w:p>
    <w:p w14:paraId="2939F04F" w14:textId="77777777" w:rsidR="0085747A" w:rsidRPr="00AD3AE9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AD3AE9">
        <w:rPr>
          <w:rFonts w:ascii="Corbel" w:hAnsi="Corbel" w:cstheme="minorHAnsi"/>
          <w:szCs w:val="24"/>
        </w:rPr>
        <w:t xml:space="preserve">1. </w:t>
      </w:r>
      <w:r w:rsidR="0085747A" w:rsidRPr="00AD3AE9">
        <w:rPr>
          <w:rFonts w:ascii="Corbel" w:hAnsi="Corbel" w:cstheme="minorHAnsi"/>
          <w:szCs w:val="24"/>
        </w:rPr>
        <w:t xml:space="preserve">Podstawowe </w:t>
      </w:r>
      <w:r w:rsidR="00445970" w:rsidRPr="00AD3AE9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D185B" w:rsidRPr="00AD3AE9" w14:paraId="6C555037" w14:textId="77777777" w:rsidTr="001C363E">
        <w:tc>
          <w:tcPr>
            <w:tcW w:w="2694" w:type="dxa"/>
            <w:vAlign w:val="center"/>
          </w:tcPr>
          <w:p w14:paraId="2EC4D227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98E256" w14:textId="005706CA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color w:val="auto"/>
                <w:sz w:val="24"/>
                <w:szCs w:val="24"/>
              </w:rPr>
              <w:t>Psychologia bliskich związków</w:t>
            </w:r>
          </w:p>
        </w:tc>
      </w:tr>
      <w:tr w:rsidR="008D185B" w:rsidRPr="00AD3AE9" w14:paraId="199EFEBA" w14:textId="77777777" w:rsidTr="001C363E">
        <w:tc>
          <w:tcPr>
            <w:tcW w:w="2694" w:type="dxa"/>
            <w:vAlign w:val="center"/>
          </w:tcPr>
          <w:p w14:paraId="1FF3475E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66BD4A" w14:textId="77777777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8D185B" w:rsidRPr="00AD3AE9" w14:paraId="759E1207" w14:textId="77777777" w:rsidTr="001C363E">
        <w:tc>
          <w:tcPr>
            <w:tcW w:w="2694" w:type="dxa"/>
            <w:vAlign w:val="center"/>
          </w:tcPr>
          <w:p w14:paraId="039EF812" w14:textId="219416D2" w:rsidR="001C363E" w:rsidRPr="00AD3AE9" w:rsidRDefault="001C363E" w:rsidP="001C363E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51D35C7" w14:textId="25AC231D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D185B" w:rsidRPr="00AD3AE9" w14:paraId="065DA820" w14:textId="77777777" w:rsidTr="001C363E">
        <w:tc>
          <w:tcPr>
            <w:tcW w:w="2694" w:type="dxa"/>
            <w:vAlign w:val="center"/>
          </w:tcPr>
          <w:p w14:paraId="4C268CC8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E2846" w14:textId="06C63F92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Instytut </w:t>
            </w:r>
            <w:r w:rsidR="00466C92"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Psychologii</w:t>
            </w:r>
          </w:p>
        </w:tc>
      </w:tr>
      <w:tr w:rsidR="008D185B" w:rsidRPr="00AD3AE9" w14:paraId="754987CA" w14:textId="77777777" w:rsidTr="001C363E">
        <w:tc>
          <w:tcPr>
            <w:tcW w:w="2694" w:type="dxa"/>
            <w:vAlign w:val="center"/>
          </w:tcPr>
          <w:p w14:paraId="52078E4B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D432DE" w14:textId="4312DB76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8D185B" w:rsidRPr="00AD3AE9" w14:paraId="69903717" w14:textId="77777777" w:rsidTr="001C363E">
        <w:tc>
          <w:tcPr>
            <w:tcW w:w="2694" w:type="dxa"/>
            <w:vAlign w:val="center"/>
          </w:tcPr>
          <w:p w14:paraId="20EB4293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41306C" w14:textId="457A1AEE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studia jednolite magisterskie</w:t>
            </w:r>
          </w:p>
        </w:tc>
      </w:tr>
      <w:tr w:rsidR="008D185B" w:rsidRPr="00AD3AE9" w14:paraId="7C31AC25" w14:textId="77777777" w:rsidTr="001C363E">
        <w:tc>
          <w:tcPr>
            <w:tcW w:w="2694" w:type="dxa"/>
            <w:vAlign w:val="center"/>
          </w:tcPr>
          <w:p w14:paraId="5C9E68C3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85528" w14:textId="7867E6DD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D185B" w:rsidRPr="00AD3AE9" w14:paraId="211DAC62" w14:textId="77777777" w:rsidTr="001C363E">
        <w:tc>
          <w:tcPr>
            <w:tcW w:w="2694" w:type="dxa"/>
            <w:vAlign w:val="center"/>
          </w:tcPr>
          <w:p w14:paraId="18A60A6B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042F86" w14:textId="45109449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D185B" w:rsidRPr="00AD3AE9" w14:paraId="2A9BE04C" w14:textId="77777777" w:rsidTr="001C363E">
        <w:tc>
          <w:tcPr>
            <w:tcW w:w="2694" w:type="dxa"/>
            <w:vAlign w:val="center"/>
          </w:tcPr>
          <w:p w14:paraId="0A6AE154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132B15A" w14:textId="281592DB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8D185B" w:rsidRPr="00AD3AE9" w14:paraId="2DB301B7" w14:textId="77777777" w:rsidTr="001C363E">
        <w:tc>
          <w:tcPr>
            <w:tcW w:w="2694" w:type="dxa"/>
            <w:vAlign w:val="center"/>
          </w:tcPr>
          <w:p w14:paraId="38F89D13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479A1" w14:textId="5EAFA955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kształcenia kierunkowego do wyboru</w:t>
            </w:r>
          </w:p>
        </w:tc>
      </w:tr>
      <w:tr w:rsidR="008D185B" w:rsidRPr="00AD3AE9" w14:paraId="7C50DDEF" w14:textId="77777777" w:rsidTr="001C363E">
        <w:tc>
          <w:tcPr>
            <w:tcW w:w="2694" w:type="dxa"/>
            <w:vAlign w:val="center"/>
          </w:tcPr>
          <w:p w14:paraId="475595D5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A636E2" w14:textId="1400108D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D185B" w:rsidRPr="00AD3AE9" w14:paraId="376954C3" w14:textId="77777777" w:rsidTr="001C363E">
        <w:tc>
          <w:tcPr>
            <w:tcW w:w="2694" w:type="dxa"/>
            <w:vAlign w:val="center"/>
          </w:tcPr>
          <w:p w14:paraId="455F17B4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D24859" w14:textId="6187AF90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  <w:tr w:rsidR="008D185B" w:rsidRPr="00AD3AE9" w14:paraId="7D70EB2A" w14:textId="77777777" w:rsidTr="001C363E">
        <w:tc>
          <w:tcPr>
            <w:tcW w:w="2694" w:type="dxa"/>
            <w:vAlign w:val="center"/>
          </w:tcPr>
          <w:p w14:paraId="5EE57F99" w14:textId="77777777" w:rsidR="001C363E" w:rsidRPr="00AD3AE9" w:rsidRDefault="001C363E" w:rsidP="001C363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7A394E" w14:textId="2D6705F3" w:rsidR="001C363E" w:rsidRPr="00AD3AE9" w:rsidRDefault="001C363E" w:rsidP="001C363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color w:val="auto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</w:tbl>
    <w:p w14:paraId="6FFA9E8B" w14:textId="77777777" w:rsidR="0085747A" w:rsidRPr="00AD3AE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 xml:space="preserve">* </w:t>
      </w:r>
      <w:r w:rsidRPr="00AD3AE9">
        <w:rPr>
          <w:rFonts w:ascii="Corbel" w:hAnsi="Corbel" w:cstheme="minorHAnsi"/>
          <w:i/>
          <w:sz w:val="24"/>
          <w:szCs w:val="24"/>
        </w:rPr>
        <w:t>-</w:t>
      </w:r>
      <w:r w:rsidR="00B90885" w:rsidRPr="00AD3AE9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AD3AE9">
        <w:rPr>
          <w:rFonts w:ascii="Corbel" w:hAnsi="Corbel" w:cstheme="minorHAnsi"/>
          <w:b w:val="0"/>
          <w:sz w:val="24"/>
          <w:szCs w:val="24"/>
        </w:rPr>
        <w:t>e,</w:t>
      </w:r>
      <w:r w:rsidRPr="00AD3AE9">
        <w:rPr>
          <w:rFonts w:ascii="Corbel" w:hAnsi="Corbel" w:cstheme="minorHAnsi"/>
          <w:i/>
          <w:sz w:val="24"/>
          <w:szCs w:val="24"/>
        </w:rPr>
        <w:t xml:space="preserve"> </w:t>
      </w:r>
      <w:r w:rsidRPr="00AD3AE9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AD3AE9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CA13719" w14:textId="77777777" w:rsidR="00923D7D" w:rsidRPr="00AD3AE9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FCBBCFB" w14:textId="77777777" w:rsidR="0085747A" w:rsidRPr="00AD3AE9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>1.</w:t>
      </w:r>
      <w:r w:rsidR="00E22FBC" w:rsidRPr="00AD3AE9">
        <w:rPr>
          <w:rFonts w:ascii="Corbel" w:hAnsi="Corbel" w:cstheme="minorHAnsi"/>
          <w:sz w:val="24"/>
          <w:szCs w:val="24"/>
        </w:rPr>
        <w:t>1</w:t>
      </w:r>
      <w:r w:rsidRPr="00AD3AE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AD3AE9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0"/>
        <w:gridCol w:w="769"/>
        <w:gridCol w:w="851"/>
        <w:gridCol w:w="786"/>
        <w:gridCol w:w="812"/>
        <w:gridCol w:w="737"/>
        <w:gridCol w:w="935"/>
        <w:gridCol w:w="1344"/>
        <w:gridCol w:w="1444"/>
      </w:tblGrid>
      <w:tr w:rsidR="008D185B" w:rsidRPr="00AD3AE9" w14:paraId="1CDF9921" w14:textId="77777777" w:rsidTr="001C363E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Semestr</w:t>
            </w:r>
          </w:p>
          <w:p w14:paraId="69DD9837" w14:textId="77777777" w:rsidR="00015B8F" w:rsidRPr="00AD3AE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(</w:t>
            </w:r>
            <w:r w:rsidR="00363F78" w:rsidRPr="00AD3AE9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AD3A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szCs w:val="24"/>
              </w:rPr>
            </w:pPr>
            <w:r w:rsidRPr="00AD3AE9">
              <w:rPr>
                <w:rFonts w:ascii="Corbel" w:hAnsi="Corbel" w:cstheme="minorHAnsi"/>
                <w:bCs/>
                <w:szCs w:val="24"/>
              </w:rPr>
              <w:t>Liczba pkt</w:t>
            </w:r>
            <w:r w:rsidR="00B90885" w:rsidRPr="00AD3AE9">
              <w:rPr>
                <w:rFonts w:ascii="Corbel" w:hAnsi="Corbel" w:cstheme="minorHAnsi"/>
                <w:bCs/>
                <w:szCs w:val="24"/>
              </w:rPr>
              <w:t>.</w:t>
            </w:r>
            <w:r w:rsidRPr="00AD3AE9">
              <w:rPr>
                <w:rFonts w:ascii="Corbel" w:hAnsi="Corbel" w:cstheme="minorHAnsi"/>
                <w:bCs/>
                <w:szCs w:val="24"/>
              </w:rPr>
              <w:t xml:space="preserve"> ECTS</w:t>
            </w:r>
          </w:p>
        </w:tc>
      </w:tr>
      <w:tr w:rsidR="008D185B" w:rsidRPr="00AD3AE9" w14:paraId="447AD003" w14:textId="77777777" w:rsidTr="001C363E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40D7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C36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  <w:r w:rsidRPr="00AD3AE9">
              <w:rPr>
                <w:rFonts w:ascii="Corbel" w:hAnsi="Corbel" w:cstheme="minorHAnsi"/>
                <w:szCs w:val="24"/>
              </w:rPr>
              <w:t>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E817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9997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0A86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9A42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BF2C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FC16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B0A1" w14:textId="77777777" w:rsidR="001C363E" w:rsidRPr="00AD3AE9" w:rsidRDefault="001C363E" w:rsidP="008D185B">
            <w:pPr>
              <w:pStyle w:val="Nagwkitablic"/>
              <w:jc w:val="center"/>
              <w:rPr>
                <w:rFonts w:ascii="Corbel" w:hAnsi="Corbel" w:cstheme="minorHAnsi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0C1E" w14:textId="068333CA" w:rsidR="001C363E" w:rsidRPr="00AD3AE9" w:rsidRDefault="00AD3AE9" w:rsidP="008D185B">
            <w:pPr>
              <w:pStyle w:val="Nagwkitablic"/>
              <w:jc w:val="center"/>
              <w:rPr>
                <w:rFonts w:ascii="Corbel" w:hAnsi="Corbel" w:cstheme="minorHAnsi"/>
                <w:bCs/>
                <w:szCs w:val="24"/>
              </w:rPr>
            </w:pPr>
            <w:r>
              <w:rPr>
                <w:rFonts w:ascii="Corbel" w:hAnsi="Corbel" w:cstheme="minorHAnsi"/>
                <w:bCs/>
                <w:szCs w:val="24"/>
              </w:rPr>
              <w:t>2</w:t>
            </w:r>
          </w:p>
        </w:tc>
      </w:tr>
    </w:tbl>
    <w:p w14:paraId="6A0B07E7" w14:textId="77777777" w:rsidR="00923D7D" w:rsidRPr="00AD3AE9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3B15DD" w14:textId="77777777" w:rsidR="0085747A" w:rsidRPr="00AD3AE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>1.</w:t>
      </w:r>
      <w:r w:rsidR="00E22FBC" w:rsidRPr="00AD3AE9">
        <w:rPr>
          <w:rFonts w:ascii="Corbel" w:hAnsi="Corbel" w:cstheme="minorHAnsi"/>
          <w:smallCaps w:val="0"/>
          <w:szCs w:val="24"/>
        </w:rPr>
        <w:t>2</w:t>
      </w:r>
      <w:r w:rsidR="00F83B28" w:rsidRPr="00AD3AE9">
        <w:rPr>
          <w:rFonts w:ascii="Corbel" w:hAnsi="Corbel" w:cstheme="minorHAnsi"/>
          <w:smallCaps w:val="0"/>
          <w:szCs w:val="24"/>
        </w:rPr>
        <w:t>.</w:t>
      </w:r>
      <w:r w:rsidR="00F83B28" w:rsidRPr="00AD3AE9">
        <w:rPr>
          <w:rFonts w:ascii="Corbel" w:hAnsi="Corbel" w:cstheme="minorHAnsi"/>
          <w:smallCaps w:val="0"/>
          <w:szCs w:val="24"/>
        </w:rPr>
        <w:tab/>
      </w:r>
      <w:r w:rsidRPr="00AD3AE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29C29D2C" w14:textId="77777777" w:rsidR="0085747A" w:rsidRPr="00AD3AE9" w:rsidRDefault="003F71AE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AD3AE9">
        <w:rPr>
          <w:rFonts w:ascii="Corbel" w:eastAsia="MS Gothic" w:hAnsi="Corbel" w:cstheme="minorHAnsi"/>
          <w:b w:val="0"/>
          <w:szCs w:val="24"/>
          <w:u w:val="single"/>
        </w:rPr>
        <w:t>X</w:t>
      </w:r>
      <w:r w:rsidR="0085747A" w:rsidRPr="00AD3AE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AD3AE9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AD3AE9">
        <w:rPr>
          <w:rFonts w:ascii="Segoe UI Symbol" w:eastAsia="MS Gothic" w:hAnsi="Segoe UI Symbol" w:cs="Segoe UI Symbol"/>
          <w:b w:val="0"/>
          <w:szCs w:val="24"/>
        </w:rPr>
        <w:t>☐</w:t>
      </w:r>
      <w:r w:rsidRPr="00AD3AE9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84F1451" w14:textId="25496248" w:rsidR="009C54AE" w:rsidRPr="00AD3AE9" w:rsidRDefault="00E22FBC" w:rsidP="003D4B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AD3AE9">
        <w:rPr>
          <w:rFonts w:ascii="Corbel" w:hAnsi="Corbel" w:cstheme="minorHAnsi"/>
          <w:smallCaps w:val="0"/>
          <w:szCs w:val="24"/>
        </w:rPr>
        <w:tab/>
      </w:r>
      <w:r w:rsidRPr="00AD3AE9">
        <w:rPr>
          <w:rFonts w:ascii="Corbel" w:hAnsi="Corbel" w:cstheme="minorHAnsi"/>
          <w:smallCaps w:val="0"/>
          <w:szCs w:val="24"/>
        </w:rPr>
        <w:t>For</w:t>
      </w:r>
      <w:r w:rsidR="00445970" w:rsidRPr="00AD3AE9">
        <w:rPr>
          <w:rFonts w:ascii="Corbel" w:hAnsi="Corbel" w:cstheme="minorHAnsi"/>
          <w:smallCaps w:val="0"/>
          <w:szCs w:val="24"/>
        </w:rPr>
        <w:t xml:space="preserve">ma zaliczenia przedmiotu </w:t>
      </w:r>
      <w:r w:rsidR="009E74E7" w:rsidRPr="00AD3AE9">
        <w:rPr>
          <w:rFonts w:ascii="Corbel" w:hAnsi="Corbel" w:cstheme="minorHAnsi"/>
          <w:smallCaps w:val="0"/>
          <w:szCs w:val="24"/>
        </w:rPr>
        <w:t>(z toku):</w:t>
      </w:r>
      <w:r w:rsidR="009E74E7" w:rsidRPr="00AD3AE9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="003D4B90" w:rsidRPr="00AD3AE9">
        <w:rPr>
          <w:rFonts w:ascii="Corbel" w:hAnsi="Corbel" w:cstheme="minorHAnsi"/>
          <w:b w:val="0"/>
          <w:smallCaps w:val="0"/>
          <w:szCs w:val="24"/>
        </w:rPr>
        <w:t>zaliczenie</w:t>
      </w:r>
      <w:r w:rsidR="00CF68EB">
        <w:rPr>
          <w:rFonts w:ascii="Corbel" w:hAnsi="Corbel" w:cstheme="minorHAnsi"/>
          <w:b w:val="0"/>
          <w:smallCaps w:val="0"/>
          <w:szCs w:val="24"/>
        </w:rPr>
        <w:t xml:space="preserve"> bez oceny</w:t>
      </w:r>
    </w:p>
    <w:p w14:paraId="3CCB587E" w14:textId="77777777" w:rsidR="00E960BB" w:rsidRPr="00AD3AE9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0EB748" w14:textId="77777777" w:rsidR="00E960BB" w:rsidRPr="00AD3AE9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AD3AE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AE9" w14:paraId="3ACBBF9A" w14:textId="77777777" w:rsidTr="00745302">
        <w:tc>
          <w:tcPr>
            <w:tcW w:w="9670" w:type="dxa"/>
          </w:tcPr>
          <w:p w14:paraId="316C4902" w14:textId="77777777" w:rsidR="0085747A" w:rsidRPr="00AD3AE9" w:rsidRDefault="001C363E" w:rsidP="00352A9B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 xml:space="preserve">Zainteresowanie problematyką bliskich związków. </w:t>
            </w:r>
          </w:p>
          <w:p w14:paraId="4A97C0C9" w14:textId="72666EFF" w:rsidR="001C363E" w:rsidRPr="00AD3AE9" w:rsidRDefault="001C363E" w:rsidP="00352A9B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Wiedza z psychologii z roku I i II studiów.</w:t>
            </w:r>
          </w:p>
        </w:tc>
      </w:tr>
    </w:tbl>
    <w:p w14:paraId="358255F5" w14:textId="77777777" w:rsidR="00153C41" w:rsidRPr="00AD3AE9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42857C4" w14:textId="168FC093" w:rsidR="0085747A" w:rsidRPr="00AD3AE9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AD3AE9">
        <w:rPr>
          <w:rFonts w:ascii="Corbel" w:hAnsi="Corbel" w:cstheme="minorHAnsi"/>
          <w:szCs w:val="24"/>
        </w:rPr>
        <w:t>3.</w:t>
      </w:r>
      <w:r w:rsidR="0085747A" w:rsidRPr="00AD3AE9">
        <w:rPr>
          <w:rFonts w:ascii="Corbel" w:hAnsi="Corbel" w:cstheme="minorHAnsi"/>
          <w:szCs w:val="24"/>
        </w:rPr>
        <w:t xml:space="preserve"> </w:t>
      </w:r>
      <w:r w:rsidR="00A84C85" w:rsidRPr="00AD3AE9">
        <w:rPr>
          <w:rFonts w:ascii="Corbel" w:hAnsi="Corbel" w:cstheme="minorHAnsi"/>
          <w:szCs w:val="24"/>
        </w:rPr>
        <w:t>cele, efekty uczenia się</w:t>
      </w:r>
      <w:r w:rsidR="0085747A" w:rsidRPr="00AD3AE9">
        <w:rPr>
          <w:rFonts w:ascii="Corbel" w:hAnsi="Corbel" w:cstheme="minorHAnsi"/>
          <w:szCs w:val="24"/>
        </w:rPr>
        <w:t>, treści Programowe i stosowane metody Dydaktyczne</w:t>
      </w:r>
    </w:p>
    <w:p w14:paraId="7ABBEA25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6127585" w14:textId="77777777" w:rsidR="0085747A" w:rsidRPr="00AD3AE9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lastRenderedPageBreak/>
        <w:t xml:space="preserve">3.1 </w:t>
      </w:r>
      <w:r w:rsidR="00C05F44" w:rsidRPr="00AD3AE9">
        <w:rPr>
          <w:rFonts w:ascii="Corbel" w:hAnsi="Corbel" w:cstheme="minorHAnsi"/>
          <w:sz w:val="24"/>
          <w:szCs w:val="24"/>
        </w:rPr>
        <w:t>Cele przedmiotu</w:t>
      </w:r>
    </w:p>
    <w:p w14:paraId="5D332E54" w14:textId="77777777" w:rsidR="00D35B76" w:rsidRPr="00AD3AE9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8D185B" w:rsidRPr="00AD3AE9" w14:paraId="4894C0CA" w14:textId="77777777" w:rsidTr="001C7D56">
        <w:tc>
          <w:tcPr>
            <w:tcW w:w="672" w:type="dxa"/>
            <w:vAlign w:val="center"/>
          </w:tcPr>
          <w:p w14:paraId="0F854381" w14:textId="77777777" w:rsidR="001C7D56" w:rsidRPr="00AD3AE9" w:rsidRDefault="001C7D56" w:rsidP="001C7D5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2F3679AC" w14:textId="5490B2B2" w:rsidR="001C7D56" w:rsidRPr="00AD3AE9" w:rsidRDefault="001C7D56" w:rsidP="001C7D5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Dostarczanie terminologii i wiedzy teoretycznej służącej do opisu bliskich związków.</w:t>
            </w:r>
          </w:p>
        </w:tc>
      </w:tr>
      <w:tr w:rsidR="008D185B" w:rsidRPr="00AD3AE9" w14:paraId="56CCB34A" w14:textId="77777777" w:rsidTr="001C7D56">
        <w:tc>
          <w:tcPr>
            <w:tcW w:w="672" w:type="dxa"/>
            <w:vAlign w:val="center"/>
          </w:tcPr>
          <w:p w14:paraId="0DB4F242" w14:textId="77777777" w:rsidR="001C7D56" w:rsidRPr="00AD3AE9" w:rsidRDefault="001C7D56" w:rsidP="001C7D5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4309EDB0" w14:textId="4E24397E" w:rsidR="001C7D56" w:rsidRPr="00AD3AE9" w:rsidRDefault="001C7D56" w:rsidP="001C7D5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Uświadomienie społecznych i biologicznych uwarunkowań bliskich związków.</w:t>
            </w:r>
          </w:p>
        </w:tc>
      </w:tr>
      <w:tr w:rsidR="008D185B" w:rsidRPr="00AD3AE9" w14:paraId="08577DEC" w14:textId="77777777" w:rsidTr="001C7D56">
        <w:tc>
          <w:tcPr>
            <w:tcW w:w="672" w:type="dxa"/>
            <w:vAlign w:val="center"/>
          </w:tcPr>
          <w:p w14:paraId="06070AD5" w14:textId="77777777" w:rsidR="001C7D56" w:rsidRPr="00AD3AE9" w:rsidRDefault="001C7D56" w:rsidP="001C7D5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14B5AD31" w14:textId="5EBE8704" w:rsidR="001C7D56" w:rsidRPr="00AD3AE9" w:rsidRDefault="001C7D56" w:rsidP="001C7D5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Zapoznanie ze złożonością i dynamiką bliskich związków.</w:t>
            </w:r>
          </w:p>
        </w:tc>
      </w:tr>
      <w:tr w:rsidR="008D185B" w:rsidRPr="00AD3AE9" w14:paraId="12D65A98" w14:textId="77777777" w:rsidTr="001C7D56">
        <w:tc>
          <w:tcPr>
            <w:tcW w:w="672" w:type="dxa"/>
            <w:vAlign w:val="center"/>
          </w:tcPr>
          <w:p w14:paraId="1F8682E7" w14:textId="77777777" w:rsidR="001C7D56" w:rsidRPr="00AD3AE9" w:rsidRDefault="001C7D56" w:rsidP="001C7D5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635932B4" w14:textId="4E4E820A" w:rsidR="001C7D56" w:rsidRPr="00AD3AE9" w:rsidRDefault="001C7D56" w:rsidP="001C7D5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Uwrażliwienie na różnorodność rodzajów bliskich związków.</w:t>
            </w:r>
          </w:p>
        </w:tc>
      </w:tr>
      <w:tr w:rsidR="008D185B" w:rsidRPr="00AD3AE9" w14:paraId="45C87F02" w14:textId="77777777" w:rsidTr="001C7D56">
        <w:tc>
          <w:tcPr>
            <w:tcW w:w="672" w:type="dxa"/>
            <w:vAlign w:val="center"/>
          </w:tcPr>
          <w:p w14:paraId="6583A787" w14:textId="5C809C37" w:rsidR="001C7D56" w:rsidRPr="00AD3AE9" w:rsidRDefault="001C7D56" w:rsidP="001C7D5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06BEC595" w14:textId="7A352642" w:rsidR="001C7D56" w:rsidRPr="00AD3AE9" w:rsidRDefault="001C7D56" w:rsidP="001C7D5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Zapoznanie z wybranymi technikami badania bliskich związków</w:t>
            </w:r>
            <w:r w:rsidR="008D185B" w:rsidRPr="00AD3AE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i ich wykorzystanie</w:t>
            </w: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  <w:tr w:rsidR="008D185B" w:rsidRPr="00AD3AE9" w14:paraId="60FFEFF0" w14:textId="77777777" w:rsidTr="001C7D56">
        <w:tc>
          <w:tcPr>
            <w:tcW w:w="672" w:type="dxa"/>
            <w:vAlign w:val="center"/>
          </w:tcPr>
          <w:p w14:paraId="3079BEEB" w14:textId="0EF27819" w:rsidR="001C7D56" w:rsidRPr="00AD3AE9" w:rsidRDefault="001C7D56" w:rsidP="001C7D5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499E0DD8" w14:textId="55A4B64F" w:rsidR="001C7D56" w:rsidRPr="00AD3AE9" w:rsidRDefault="001C7D56" w:rsidP="001C7D5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 w:val="24"/>
                <w:szCs w:val="24"/>
              </w:rPr>
              <w:t>Stymulowanie i rozwój wrażliwości na różnorodność wzorców zachowań ludzkich.</w:t>
            </w:r>
          </w:p>
        </w:tc>
      </w:tr>
    </w:tbl>
    <w:p w14:paraId="33CEF8A8" w14:textId="77777777" w:rsidR="00D35B76" w:rsidRPr="00AD3AE9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262624B7" w14:textId="77777777" w:rsidR="001132F3" w:rsidRPr="00AD3AE9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AD3AE9">
        <w:rPr>
          <w:rFonts w:ascii="Corbel" w:hAnsi="Corbel" w:cstheme="minorHAnsi"/>
          <w:sz w:val="24"/>
          <w:szCs w:val="24"/>
        </w:rPr>
        <w:t xml:space="preserve"> </w:t>
      </w:r>
    </w:p>
    <w:p w14:paraId="0F0ED809" w14:textId="77777777" w:rsidR="001C7D56" w:rsidRPr="00AD3AE9" w:rsidRDefault="001C7D56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D185B" w:rsidRPr="00AD3AE9" w14:paraId="6A265F1D" w14:textId="77777777" w:rsidTr="00F91432">
        <w:tc>
          <w:tcPr>
            <w:tcW w:w="1701" w:type="dxa"/>
            <w:vAlign w:val="center"/>
          </w:tcPr>
          <w:p w14:paraId="0ECF0DA3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84ACE4D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28D940A2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1914678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2D49253D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AD3AE9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D185B" w:rsidRPr="00AD3AE9" w14:paraId="232B9379" w14:textId="77777777" w:rsidTr="00F91432">
        <w:tc>
          <w:tcPr>
            <w:tcW w:w="1701" w:type="dxa"/>
          </w:tcPr>
          <w:p w14:paraId="5D1BC016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CA5030F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zna zaawansowaną terminologię służące do opisu bliskich związków, zna typologie bliskich związków i definiuje je w sposób pogłębiony</w:t>
            </w:r>
          </w:p>
        </w:tc>
        <w:tc>
          <w:tcPr>
            <w:tcW w:w="1873" w:type="dxa"/>
          </w:tcPr>
          <w:p w14:paraId="3172FB9D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D185B" w:rsidRPr="00AD3AE9" w14:paraId="07F0464A" w14:textId="77777777" w:rsidTr="00F91432">
        <w:trPr>
          <w:trHeight w:val="519"/>
        </w:trPr>
        <w:tc>
          <w:tcPr>
            <w:tcW w:w="1701" w:type="dxa"/>
          </w:tcPr>
          <w:p w14:paraId="59C54FD7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94BE81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 pogłębiony sposób wymienia i charakteryzuje uwarunkowania biologiczne, kulturowe i społeczne miłości oraz bliskich związków</w:t>
            </w:r>
          </w:p>
        </w:tc>
        <w:tc>
          <w:tcPr>
            <w:tcW w:w="1873" w:type="dxa"/>
          </w:tcPr>
          <w:p w14:paraId="425D14B5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K_W18</w:t>
            </w:r>
          </w:p>
        </w:tc>
      </w:tr>
      <w:tr w:rsidR="008D185B" w:rsidRPr="00AD3AE9" w14:paraId="5DC7A353" w14:textId="77777777" w:rsidTr="00F91432">
        <w:tc>
          <w:tcPr>
            <w:tcW w:w="1701" w:type="dxa"/>
          </w:tcPr>
          <w:p w14:paraId="27C53E5B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F5E8BF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 sposób pogłębiony charakteryzuje rodzaje i dynamikę miłości</w:t>
            </w:r>
          </w:p>
        </w:tc>
        <w:tc>
          <w:tcPr>
            <w:tcW w:w="1873" w:type="dxa"/>
          </w:tcPr>
          <w:p w14:paraId="78EED05C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K_W02</w:t>
            </w:r>
          </w:p>
          <w:p w14:paraId="7CBC459D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K_W14</w:t>
            </w:r>
          </w:p>
        </w:tc>
      </w:tr>
      <w:tr w:rsidR="008D185B" w:rsidRPr="00AD3AE9" w14:paraId="1B263701" w14:textId="77777777" w:rsidTr="00F91432">
        <w:tc>
          <w:tcPr>
            <w:tcW w:w="1701" w:type="dxa"/>
          </w:tcPr>
          <w:p w14:paraId="4ED19AC4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2B3575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ma uporządkowaną i pogłębioną wiedzę na temat koncepcji więzi i taktyk utrzymania partnera w związku</w:t>
            </w:r>
          </w:p>
        </w:tc>
        <w:tc>
          <w:tcPr>
            <w:tcW w:w="1873" w:type="dxa"/>
          </w:tcPr>
          <w:p w14:paraId="46AEA4B1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K_W02</w:t>
            </w:r>
          </w:p>
          <w:p w14:paraId="34F0F650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K_W14</w:t>
            </w:r>
          </w:p>
        </w:tc>
      </w:tr>
      <w:tr w:rsidR="008D185B" w:rsidRPr="00AD3AE9" w14:paraId="1BC5FE9F" w14:textId="77777777" w:rsidTr="00F91432">
        <w:tc>
          <w:tcPr>
            <w:tcW w:w="1701" w:type="dxa"/>
          </w:tcPr>
          <w:p w14:paraId="2418CFF9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6EF362E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zna wybrane techniki badania bliskich związków – wymienia je oraz dokładnie charakteryzuje</w:t>
            </w:r>
          </w:p>
        </w:tc>
        <w:tc>
          <w:tcPr>
            <w:tcW w:w="1873" w:type="dxa"/>
          </w:tcPr>
          <w:p w14:paraId="01FE81CB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K_W16</w:t>
            </w:r>
          </w:p>
        </w:tc>
      </w:tr>
      <w:tr w:rsidR="008D185B" w:rsidRPr="00AD3AE9" w14:paraId="61EADD07" w14:textId="77777777" w:rsidTr="00F91432">
        <w:tc>
          <w:tcPr>
            <w:tcW w:w="1701" w:type="dxa"/>
          </w:tcPr>
          <w:p w14:paraId="15C5E43F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3D1FE21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krytycznie i adekwatnie zastosować wiedzę na temat bliskich związków do opisu bliskiego związku w kategoriach jego definicji, wzorca, typu więzi lub taktyki utrzymania partnera oraz sformułować ich zaawansowane interpretacje z wykorzystaniem wiedzy już posiadanej wiedzy psychologicznej i wykorzystaniem ECR_R lub </w:t>
            </w:r>
            <w:r w:rsidRPr="00AD3AE9">
              <w:rPr>
                <w:rFonts w:ascii="Corbel" w:hAnsi="Corbel" w:cstheme="minorHAnsi"/>
                <w:b w:val="0"/>
                <w:szCs w:val="24"/>
              </w:rPr>
              <w:t>MRI - SF</w:t>
            </w:r>
          </w:p>
        </w:tc>
        <w:tc>
          <w:tcPr>
            <w:tcW w:w="1873" w:type="dxa"/>
          </w:tcPr>
          <w:p w14:paraId="0A0F2F81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K_U06</w:t>
            </w:r>
          </w:p>
          <w:p w14:paraId="039E107A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8D185B" w:rsidRPr="00AD3AE9" w14:paraId="7D05431C" w14:textId="77777777" w:rsidTr="00F91432">
        <w:tc>
          <w:tcPr>
            <w:tcW w:w="1701" w:type="dxa"/>
          </w:tcPr>
          <w:p w14:paraId="0A2E450A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C1B4EE6" w14:textId="2C1ACBD9" w:rsidR="00B836F9" w:rsidRPr="00AD3AE9" w:rsidRDefault="008D185B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B836F9"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otrafi zaprezentować wyniki analizy przypadku z wykorzystaniem wybranego narzędzia diagnostycznego do badania bliskich związków</w:t>
            </w:r>
          </w:p>
        </w:tc>
        <w:tc>
          <w:tcPr>
            <w:tcW w:w="1873" w:type="dxa"/>
          </w:tcPr>
          <w:p w14:paraId="2EAEA539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K_U21</w:t>
            </w:r>
          </w:p>
        </w:tc>
      </w:tr>
      <w:tr w:rsidR="008D185B" w:rsidRPr="00AD3AE9" w14:paraId="2502ACA2" w14:textId="77777777" w:rsidTr="00F91432">
        <w:tc>
          <w:tcPr>
            <w:tcW w:w="1701" w:type="dxa"/>
          </w:tcPr>
          <w:p w14:paraId="4DEC8D58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6F752B2" w14:textId="77777777" w:rsidR="00B836F9" w:rsidRPr="00AD3AE9" w:rsidRDefault="00B836F9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wykazuje się wrażliwością i tolerancją na różnorodność bliskich zawiązków; wykazuje się odpowiedzialnością w wyciąganiu wniosków dotyczących ich funkcjonowania</w:t>
            </w:r>
          </w:p>
        </w:tc>
        <w:tc>
          <w:tcPr>
            <w:tcW w:w="1873" w:type="dxa"/>
          </w:tcPr>
          <w:p w14:paraId="592C3574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  <w:p w14:paraId="100B853A" w14:textId="77777777" w:rsidR="00B836F9" w:rsidRPr="00AD3AE9" w:rsidRDefault="00B836F9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3EC5369" w14:textId="77777777" w:rsidR="001C7D56" w:rsidRPr="00AD3AE9" w:rsidRDefault="001C7D56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2C544FA" w14:textId="77777777" w:rsidR="001C7D56" w:rsidRPr="00AD3AE9" w:rsidRDefault="001C7D56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1BB4EEFF" w14:textId="77777777" w:rsidR="001C7D56" w:rsidRPr="00AD3AE9" w:rsidRDefault="001C7D56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05B5899" w14:textId="77777777" w:rsidR="00F83B28" w:rsidRPr="00AD3AE9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p w14:paraId="6A074233" w14:textId="77777777" w:rsidR="00092BBC" w:rsidRPr="00AD3AE9" w:rsidRDefault="00092BBC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</w:p>
    <w:p w14:paraId="0DC42BFA" w14:textId="77777777" w:rsidR="00352A9B" w:rsidRPr="00AD3AE9" w:rsidRDefault="00352A9B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</w:p>
    <w:p w14:paraId="39D7D417" w14:textId="77777777" w:rsidR="00352A9B" w:rsidRPr="00AD3AE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b/>
          <w:sz w:val="24"/>
          <w:szCs w:val="24"/>
        </w:rPr>
        <w:t>3.3</w:t>
      </w:r>
      <w:r w:rsidR="001D7B54" w:rsidRPr="00AD3AE9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AD3AE9">
        <w:rPr>
          <w:rFonts w:ascii="Corbel" w:hAnsi="Corbel" w:cstheme="minorHAnsi"/>
          <w:b/>
          <w:sz w:val="24"/>
          <w:szCs w:val="24"/>
        </w:rPr>
        <w:t>T</w:t>
      </w:r>
      <w:r w:rsidR="001D7B54" w:rsidRPr="00AD3AE9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AD3AE9">
        <w:rPr>
          <w:rFonts w:ascii="Corbel" w:hAnsi="Corbel" w:cstheme="minorHAnsi"/>
          <w:sz w:val="24"/>
          <w:szCs w:val="24"/>
        </w:rPr>
        <w:t xml:space="preserve"> </w:t>
      </w:r>
    </w:p>
    <w:p w14:paraId="4EC3F13A" w14:textId="27F03EAA" w:rsidR="0085747A" w:rsidRPr="00AD3AE9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 xml:space="preserve"> </w:t>
      </w:r>
    </w:p>
    <w:p w14:paraId="4E0A22EC" w14:textId="77777777" w:rsidR="0085747A" w:rsidRPr="00AD3AE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D185B" w:rsidRPr="00AD3AE9" w14:paraId="45AE25BE" w14:textId="77777777" w:rsidTr="00B836F9">
        <w:tc>
          <w:tcPr>
            <w:tcW w:w="9491" w:type="dxa"/>
          </w:tcPr>
          <w:p w14:paraId="1D0E8C1D" w14:textId="5EEB0E19" w:rsidR="00B836F9" w:rsidRPr="00AD3AE9" w:rsidRDefault="00B836F9" w:rsidP="00B836F9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8D185B" w:rsidRPr="00AD3AE9" w14:paraId="7E2C3E29" w14:textId="77777777" w:rsidTr="00B836F9">
        <w:tc>
          <w:tcPr>
            <w:tcW w:w="9491" w:type="dxa"/>
          </w:tcPr>
          <w:p w14:paraId="7C32D136" w14:textId="7A88D0DC" w:rsidR="00B836F9" w:rsidRPr="00AD3AE9" w:rsidRDefault="00B836F9" w:rsidP="00B836F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Bliskie związki – kwestie definicyjne i terminologiczne</w:t>
            </w:r>
          </w:p>
        </w:tc>
      </w:tr>
      <w:tr w:rsidR="008D185B" w:rsidRPr="00AD3AE9" w14:paraId="792FDB21" w14:textId="77777777" w:rsidTr="00B836F9">
        <w:tc>
          <w:tcPr>
            <w:tcW w:w="9491" w:type="dxa"/>
          </w:tcPr>
          <w:p w14:paraId="0B10D700" w14:textId="6DC18AD2" w:rsidR="00B836F9" w:rsidRPr="00AD3AE9" w:rsidRDefault="00B836F9" w:rsidP="00B836F9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Koncepcja przywiązania w odniesieniu do bliskich związków</w:t>
            </w:r>
          </w:p>
        </w:tc>
      </w:tr>
      <w:tr w:rsidR="008D185B" w:rsidRPr="00AD3AE9" w14:paraId="2264D02A" w14:textId="77777777" w:rsidTr="00B836F9">
        <w:tc>
          <w:tcPr>
            <w:tcW w:w="9491" w:type="dxa"/>
          </w:tcPr>
          <w:p w14:paraId="5BCE72A2" w14:textId="34F780B8" w:rsidR="00B836F9" w:rsidRPr="00AD3AE9" w:rsidRDefault="00B836F9" w:rsidP="00B836F9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 xml:space="preserve">Typy miłości, dynamika miłości w związkach </w:t>
            </w:r>
          </w:p>
        </w:tc>
      </w:tr>
      <w:tr w:rsidR="008D185B" w:rsidRPr="00AD3AE9" w14:paraId="2CFE9785" w14:textId="77777777" w:rsidTr="00B836F9">
        <w:tc>
          <w:tcPr>
            <w:tcW w:w="9491" w:type="dxa"/>
          </w:tcPr>
          <w:p w14:paraId="78F6BEB1" w14:textId="55E2F5A9" w:rsidR="001A3568" w:rsidRPr="00AD3AE9" w:rsidRDefault="001A3568" w:rsidP="001A3568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Konstrukcja Inwentarza Taktyk Utrzymania Partnera w Związku (MRI - SF; The Mate Retention Inventory, Short-Form; Buss, Shackelford; McKibbin; 2008)</w:t>
            </w:r>
          </w:p>
        </w:tc>
      </w:tr>
      <w:tr w:rsidR="008D185B" w:rsidRPr="00CF68EB" w14:paraId="06737D22" w14:textId="77777777" w:rsidTr="00B836F9">
        <w:tc>
          <w:tcPr>
            <w:tcW w:w="9491" w:type="dxa"/>
          </w:tcPr>
          <w:p w14:paraId="0B1DB204" w14:textId="6FC056E9" w:rsidR="001A3568" w:rsidRPr="00AD3AE9" w:rsidRDefault="001A3568" w:rsidP="001A3568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  <w:lang w:val="en-US"/>
              </w:rPr>
              <w:t>Konstrukcja Skali Experience in Close Relationships-Revised (DBZ-RS; Lubiewska et al., 2016)</w:t>
            </w:r>
          </w:p>
        </w:tc>
      </w:tr>
      <w:tr w:rsidR="008D185B" w:rsidRPr="00AD3AE9" w14:paraId="1BF4355C" w14:textId="77777777" w:rsidTr="00B836F9">
        <w:tc>
          <w:tcPr>
            <w:tcW w:w="9491" w:type="dxa"/>
          </w:tcPr>
          <w:p w14:paraId="04B12C11" w14:textId="11BAC6F1" w:rsidR="001A3568" w:rsidRPr="00AD3AE9" w:rsidRDefault="001A3568" w:rsidP="001A3568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 xml:space="preserve">Kulturowe, społeczne biologiczne uwarunkowania miłości bliskich związków cz.1. </w:t>
            </w:r>
            <w:r w:rsidR="00AB2D95" w:rsidRPr="00AD3AE9">
              <w:rPr>
                <w:rFonts w:ascii="Corbel" w:hAnsi="Corbel" w:cstheme="minorHAnsi"/>
                <w:sz w:val="24"/>
                <w:szCs w:val="24"/>
              </w:rPr>
              <w:t>: zazdrość, władza, przemoc</w:t>
            </w:r>
          </w:p>
        </w:tc>
      </w:tr>
      <w:tr w:rsidR="008D185B" w:rsidRPr="00AD3AE9" w14:paraId="79732402" w14:textId="77777777" w:rsidTr="00B836F9">
        <w:tc>
          <w:tcPr>
            <w:tcW w:w="9491" w:type="dxa"/>
          </w:tcPr>
          <w:p w14:paraId="5BDA07B6" w14:textId="44B27549" w:rsidR="001A3568" w:rsidRPr="00AD3AE9" w:rsidRDefault="001A3568" w:rsidP="001A3568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Kulturowe, społeczne biologiczne uwarunkowania miłości bliskich związków cz.2 : zazdrość, władza, przemoc</w:t>
            </w:r>
          </w:p>
        </w:tc>
      </w:tr>
    </w:tbl>
    <w:p w14:paraId="20E9F03E" w14:textId="77777777" w:rsidR="00FF2081" w:rsidRPr="00AD3AE9" w:rsidRDefault="00FF2081" w:rsidP="00B56E1F">
      <w:pPr>
        <w:spacing w:after="120" w:line="240" w:lineRule="auto"/>
        <w:jc w:val="both"/>
        <w:rPr>
          <w:rFonts w:ascii="Corbel" w:hAnsi="Corbel" w:cstheme="minorHAnsi"/>
          <w:bCs/>
          <w:sz w:val="24"/>
          <w:szCs w:val="24"/>
        </w:rPr>
      </w:pPr>
    </w:p>
    <w:p w14:paraId="6999E0DC" w14:textId="156BA9F9" w:rsidR="0085747A" w:rsidRPr="00AD3AE9" w:rsidRDefault="0085747A" w:rsidP="00E6290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AD3AE9">
        <w:rPr>
          <w:rFonts w:ascii="Corbel" w:hAnsi="Corbel" w:cstheme="minorHAnsi"/>
          <w:sz w:val="24"/>
          <w:szCs w:val="24"/>
        </w:rPr>
        <w:t xml:space="preserve">Problematyka </w:t>
      </w:r>
      <w:r w:rsidR="00E62903" w:rsidRPr="00AD3AE9">
        <w:rPr>
          <w:rFonts w:ascii="Corbel" w:hAnsi="Corbel" w:cstheme="minorHAnsi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D185B" w:rsidRPr="00AD3AE9" w14:paraId="71BA15D0" w14:textId="77777777" w:rsidTr="00650BDF">
        <w:tc>
          <w:tcPr>
            <w:tcW w:w="9520" w:type="dxa"/>
          </w:tcPr>
          <w:p w14:paraId="4F5457D3" w14:textId="77777777" w:rsidR="0085747A" w:rsidRPr="00AD3AE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D185B" w:rsidRPr="00AD3AE9" w14:paraId="5CDAB37D" w14:textId="77777777" w:rsidTr="00650BDF">
        <w:tc>
          <w:tcPr>
            <w:tcW w:w="9520" w:type="dxa"/>
          </w:tcPr>
          <w:p w14:paraId="0AE3B671" w14:textId="3037CB7C" w:rsidR="0085747A" w:rsidRPr="00AD3AE9" w:rsidRDefault="00650BDF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----</w:t>
            </w:r>
          </w:p>
        </w:tc>
      </w:tr>
    </w:tbl>
    <w:p w14:paraId="6683DC43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A5EA8D" w14:textId="77777777" w:rsidR="0085747A" w:rsidRPr="00AD3AE9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>3.4 Metody dydaktyczne</w:t>
      </w:r>
      <w:r w:rsidRPr="00AD3AE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72418DC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EDA90A8" w14:textId="615AC478" w:rsidR="0085747A" w:rsidRPr="00AD3AE9" w:rsidRDefault="00002811" w:rsidP="00B56E1F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AD3AE9">
        <w:rPr>
          <w:rFonts w:ascii="Corbel" w:hAnsi="Corbel" w:cstheme="minorHAnsi"/>
          <w:b w:val="0"/>
          <w:smallCaps w:val="0"/>
          <w:szCs w:val="24"/>
        </w:rPr>
        <w:t>W</w:t>
      </w:r>
      <w:r w:rsidR="00B56E1F" w:rsidRPr="00AD3AE9">
        <w:rPr>
          <w:rFonts w:ascii="Corbel" w:hAnsi="Corbel" w:cstheme="minorHAnsi"/>
          <w:b w:val="0"/>
          <w:smallCaps w:val="0"/>
          <w:szCs w:val="24"/>
        </w:rPr>
        <w:t>ykład z prezentacją multimedialną</w:t>
      </w:r>
      <w:r w:rsidRPr="00AD3AE9">
        <w:rPr>
          <w:rFonts w:ascii="Corbel" w:hAnsi="Corbel" w:cstheme="minorHAnsi"/>
          <w:b w:val="0"/>
          <w:smallCaps w:val="0"/>
          <w:szCs w:val="24"/>
        </w:rPr>
        <w:t>, analiza przypadku.</w:t>
      </w:r>
    </w:p>
    <w:p w14:paraId="41EC439D" w14:textId="77777777" w:rsidR="00E960BB" w:rsidRPr="00AD3AE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1FEABBEC" w14:textId="77777777" w:rsidR="0085747A" w:rsidRPr="00AD3A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AD3AE9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AD3AE9">
        <w:rPr>
          <w:rFonts w:ascii="Corbel" w:hAnsi="Corbel" w:cstheme="minorHAnsi"/>
          <w:smallCaps w:val="0"/>
          <w:szCs w:val="24"/>
        </w:rPr>
        <w:t xml:space="preserve"> </w:t>
      </w:r>
    </w:p>
    <w:p w14:paraId="0B381711" w14:textId="77777777" w:rsidR="00923D7D" w:rsidRPr="00AD3AE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1D9A1D9" w14:textId="77777777" w:rsidR="0085747A" w:rsidRPr="00AD3AE9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AD3AE9">
        <w:rPr>
          <w:rFonts w:ascii="Corbel" w:hAnsi="Corbel" w:cstheme="minorHAnsi"/>
          <w:smallCaps w:val="0"/>
          <w:szCs w:val="24"/>
        </w:rPr>
        <w:t>uczenia się</w:t>
      </w:r>
    </w:p>
    <w:p w14:paraId="18803404" w14:textId="77777777" w:rsidR="00002811" w:rsidRPr="00AD3AE9" w:rsidRDefault="0000281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14:paraId="18E97A29" w14:textId="77777777" w:rsidR="00002811" w:rsidRPr="00AD3AE9" w:rsidRDefault="0000281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D185B" w:rsidRPr="00AD3AE9" w14:paraId="5E4D8EF8" w14:textId="77777777" w:rsidTr="00AB2D95">
        <w:tc>
          <w:tcPr>
            <w:tcW w:w="1961" w:type="dxa"/>
            <w:vAlign w:val="center"/>
          </w:tcPr>
          <w:p w14:paraId="3B18F34B" w14:textId="77777777" w:rsidR="00002811" w:rsidRPr="00AD3AE9" w:rsidRDefault="00002811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3A5D56" w14:textId="77777777" w:rsidR="00002811" w:rsidRPr="00AD3AE9" w:rsidRDefault="00002811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Metody oceny efektów uczenia się</w:t>
            </w:r>
          </w:p>
          <w:p w14:paraId="251B84F6" w14:textId="77777777" w:rsidR="00002811" w:rsidRPr="00AD3AE9" w:rsidRDefault="00002811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BC8873E" w14:textId="77777777" w:rsidR="00002811" w:rsidRPr="00AD3AE9" w:rsidRDefault="00002811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6F92001" w14:textId="77777777" w:rsidR="00002811" w:rsidRPr="00AD3AE9" w:rsidRDefault="00002811" w:rsidP="00F914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D185B" w:rsidRPr="00AD3AE9" w14:paraId="65278648" w14:textId="77777777" w:rsidTr="00AB2D95">
        <w:tc>
          <w:tcPr>
            <w:tcW w:w="1961" w:type="dxa"/>
          </w:tcPr>
          <w:p w14:paraId="60729A4E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279696DA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5725EDFA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56A5EFA0" w14:textId="77777777" w:rsidTr="00AB2D95">
        <w:tc>
          <w:tcPr>
            <w:tcW w:w="1961" w:type="dxa"/>
          </w:tcPr>
          <w:p w14:paraId="385758AA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09F149CD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08A9015D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5A5AB67B" w14:textId="77777777" w:rsidTr="00AB2D95">
        <w:tc>
          <w:tcPr>
            <w:tcW w:w="1961" w:type="dxa"/>
          </w:tcPr>
          <w:p w14:paraId="36E6B8B9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4C4964C0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36AB07E5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10652F72" w14:textId="77777777" w:rsidTr="00AB2D95">
        <w:tc>
          <w:tcPr>
            <w:tcW w:w="1961" w:type="dxa"/>
          </w:tcPr>
          <w:p w14:paraId="651761CD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4D0FDC80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748AEAF8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20EFB273" w14:textId="77777777" w:rsidTr="00AB2D95">
        <w:tc>
          <w:tcPr>
            <w:tcW w:w="1961" w:type="dxa"/>
          </w:tcPr>
          <w:p w14:paraId="14D9EBED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073CAFD4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3E320B7E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7FC520A6" w14:textId="77777777" w:rsidTr="00AB2D95">
        <w:tc>
          <w:tcPr>
            <w:tcW w:w="1961" w:type="dxa"/>
          </w:tcPr>
          <w:p w14:paraId="269D98CE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3" w:type="dxa"/>
          </w:tcPr>
          <w:p w14:paraId="06FBE511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088F6292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5C912B17" w14:textId="77777777" w:rsidTr="00AB2D95">
        <w:tc>
          <w:tcPr>
            <w:tcW w:w="1961" w:type="dxa"/>
          </w:tcPr>
          <w:p w14:paraId="4882878D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EK_07</w:t>
            </w:r>
          </w:p>
        </w:tc>
        <w:tc>
          <w:tcPr>
            <w:tcW w:w="5443" w:type="dxa"/>
          </w:tcPr>
          <w:p w14:paraId="529700D1" w14:textId="77777777" w:rsidR="00002811" w:rsidRPr="00AD3AE9" w:rsidRDefault="00002811" w:rsidP="00F91432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06072E8A" w14:textId="77777777" w:rsidR="00002811" w:rsidRPr="00AD3AE9" w:rsidRDefault="00002811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  <w:tr w:rsidR="008D185B" w:rsidRPr="00AD3AE9" w14:paraId="7DE89E3D" w14:textId="77777777" w:rsidTr="00AB2D95">
        <w:tc>
          <w:tcPr>
            <w:tcW w:w="1961" w:type="dxa"/>
          </w:tcPr>
          <w:p w14:paraId="54853C7D" w14:textId="14E7AF4F" w:rsidR="00AB2D95" w:rsidRPr="00AD3AE9" w:rsidRDefault="00AB2D95" w:rsidP="00AB2D9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zCs w:val="24"/>
              </w:rPr>
              <w:t>EK_08</w:t>
            </w:r>
          </w:p>
        </w:tc>
        <w:tc>
          <w:tcPr>
            <w:tcW w:w="5443" w:type="dxa"/>
          </w:tcPr>
          <w:p w14:paraId="166E5D35" w14:textId="01BB922C" w:rsidR="00AB2D95" w:rsidRPr="00AD3AE9" w:rsidRDefault="00AB2D95" w:rsidP="00AB2D9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praca zaliczeniowa w formie prezentacji  z analizą przypadku z wykorzystaniem narzędzia badającego style przywiązania w związkach</w:t>
            </w:r>
          </w:p>
        </w:tc>
        <w:tc>
          <w:tcPr>
            <w:tcW w:w="2116" w:type="dxa"/>
          </w:tcPr>
          <w:p w14:paraId="22FA785F" w14:textId="173D2E1D" w:rsidR="00AB2D95" w:rsidRPr="00AD3AE9" w:rsidRDefault="00AB2D95" w:rsidP="00AB2D9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</w:p>
        </w:tc>
      </w:tr>
    </w:tbl>
    <w:p w14:paraId="31B9AC6F" w14:textId="77777777" w:rsidR="00002811" w:rsidRPr="00AD3AE9" w:rsidRDefault="0000281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14:paraId="1522BDED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DA3FD27" w14:textId="77777777" w:rsidR="00C526DF" w:rsidRPr="00AD3AE9" w:rsidRDefault="00C526DF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</w:p>
    <w:p w14:paraId="5D0D04AC" w14:textId="5804725B" w:rsidR="00352A9B" w:rsidRPr="00AD3AE9" w:rsidRDefault="00352A9B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AD3AE9" w:rsidRDefault="00352A9B" w:rsidP="00352A9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AD3AE9" w14:paraId="28490415" w14:textId="77777777" w:rsidTr="00BB7410">
        <w:tc>
          <w:tcPr>
            <w:tcW w:w="9634" w:type="dxa"/>
          </w:tcPr>
          <w:p w14:paraId="2F103501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Warunkiem zaliczenia wykładu są:</w:t>
            </w:r>
          </w:p>
          <w:p w14:paraId="1BCE2482" w14:textId="77777777" w:rsidR="00560717" w:rsidRPr="00AD3AE9" w:rsidRDefault="00560717" w:rsidP="00560717">
            <w:pPr>
              <w:pStyle w:val="Punktygwne"/>
              <w:numPr>
                <w:ilvl w:val="0"/>
                <w:numId w:val="16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Obecność w trakcie zajęć (dopuszczalna jedna nieobecność nieusprawiedliwiona).</w:t>
            </w:r>
          </w:p>
          <w:p w14:paraId="27131A83" w14:textId="4E5B4B18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jakościowa i uzyskanie pozytywnej oceny z pracy zaliczeniowej w formie prezentacji dotyczącej treści przedstawionych w trakcie wykładu, pogłębionych w efekcie pracy własnej studenta, a także analizy przypadku z wykorzystaniem narzędzia badającego style przywiązania w związkach – ECR lub lub </w:t>
            </w:r>
            <w:r w:rsidRPr="00AD3AE9">
              <w:rPr>
                <w:rFonts w:ascii="Corbel" w:hAnsi="Corbel" w:cstheme="minorHAnsi"/>
                <w:b w:val="0"/>
                <w:szCs w:val="24"/>
              </w:rPr>
              <w:t>MRI – SF.</w:t>
            </w:r>
          </w:p>
          <w:p w14:paraId="63A411BA" w14:textId="335D8D4B" w:rsidR="00352A9B" w:rsidRPr="00AD3AE9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4200D3DF" w14:textId="77777777" w:rsidR="0085747A" w:rsidRPr="00AD3AE9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32D3F3" w14:textId="77777777" w:rsidR="00352A9B" w:rsidRPr="00AD3AE9" w:rsidRDefault="00352A9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4CCFBA9" w14:textId="77777777" w:rsidR="009F4610" w:rsidRPr="00AD3AE9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AD3AE9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AD3AE9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D185B" w:rsidRPr="00AD3AE9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AD3AE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AD3AE9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D185B" w:rsidRPr="00AD3AE9" w14:paraId="05D39134" w14:textId="77777777" w:rsidTr="00560717">
        <w:trPr>
          <w:trHeight w:val="611"/>
        </w:trPr>
        <w:tc>
          <w:tcPr>
            <w:tcW w:w="5132" w:type="dxa"/>
          </w:tcPr>
          <w:p w14:paraId="7D571487" w14:textId="73D526DD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10BB8B16" w14:textId="10199DE6" w:rsidR="00560717" w:rsidRPr="00AD3AE9" w:rsidRDefault="00560717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8D185B" w:rsidRPr="00AD3AE9" w14:paraId="3DF32911" w14:textId="77777777" w:rsidTr="00352A9B">
        <w:tc>
          <w:tcPr>
            <w:tcW w:w="5132" w:type="dxa"/>
          </w:tcPr>
          <w:p w14:paraId="207632F0" w14:textId="5A3B2D60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Inne z udziałem nauczyciela akademickiego:</w:t>
            </w:r>
          </w:p>
          <w:p w14:paraId="718CD9C1" w14:textId="0899E5A2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- udział w konsultacjach</w:t>
            </w:r>
          </w:p>
        </w:tc>
        <w:tc>
          <w:tcPr>
            <w:tcW w:w="4388" w:type="dxa"/>
          </w:tcPr>
          <w:p w14:paraId="2BBD46E6" w14:textId="77777777" w:rsidR="00560717" w:rsidRPr="00AD3AE9" w:rsidRDefault="00560717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38AC6A3" w14:textId="6C6ED537" w:rsidR="00560717" w:rsidRPr="00AD3AE9" w:rsidRDefault="00AD3AE9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D185B" w:rsidRPr="00AD3AE9" w14:paraId="301489F0" w14:textId="77777777" w:rsidTr="00352A9B">
        <w:tc>
          <w:tcPr>
            <w:tcW w:w="5132" w:type="dxa"/>
          </w:tcPr>
          <w:p w14:paraId="347B4073" w14:textId="2A93527C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Godziny niekontaktowe – praca własna studenta:</w:t>
            </w:r>
          </w:p>
          <w:p w14:paraId="6A693A26" w14:textId="7B26AD0A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- przygotowanie do egzaminu</w:t>
            </w:r>
          </w:p>
          <w:p w14:paraId="77645C5B" w14:textId="4FA75424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- studiowanie literatury (przeczytanie obowiązkowych lektur)</w:t>
            </w:r>
          </w:p>
        </w:tc>
        <w:tc>
          <w:tcPr>
            <w:tcW w:w="4388" w:type="dxa"/>
          </w:tcPr>
          <w:p w14:paraId="3453F107" w14:textId="77777777" w:rsidR="00560717" w:rsidRPr="00AD3AE9" w:rsidRDefault="00560717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13526633" w14:textId="6BF56EBC" w:rsidR="00560717" w:rsidRPr="00AD3AE9" w:rsidRDefault="00AD3AE9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</w:p>
          <w:p w14:paraId="6274A616" w14:textId="5469124F" w:rsidR="00560717" w:rsidRPr="00AD3AE9" w:rsidRDefault="00AD3AE9" w:rsidP="00560717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8D185B" w:rsidRPr="00AD3AE9" w14:paraId="02915295" w14:textId="77777777" w:rsidTr="00352A9B">
        <w:tc>
          <w:tcPr>
            <w:tcW w:w="5132" w:type="dxa"/>
          </w:tcPr>
          <w:p w14:paraId="1EFC7DE7" w14:textId="77777777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366B1938" w:rsidR="00560717" w:rsidRPr="00AD3AE9" w:rsidRDefault="00AD3AE9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8D185B" w:rsidRPr="00AD3AE9" w14:paraId="3A81EC9D" w14:textId="77777777" w:rsidTr="00352A9B">
        <w:tc>
          <w:tcPr>
            <w:tcW w:w="5132" w:type="dxa"/>
          </w:tcPr>
          <w:p w14:paraId="1C19C073" w14:textId="77777777" w:rsidR="00560717" w:rsidRPr="00AD3AE9" w:rsidRDefault="00560717" w:rsidP="0056071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AD3AE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19F54B49" w:rsidR="00560717" w:rsidRPr="00AD3AE9" w:rsidRDefault="00AD3AE9" w:rsidP="005607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AD3AE9" w:rsidRDefault="00923D7D" w:rsidP="00E62903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AD3AE9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AD3AE9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AD3AE9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DD9C101" w14:textId="77777777" w:rsidR="0085747A" w:rsidRPr="00AD3AE9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AD3AE9">
        <w:rPr>
          <w:rFonts w:ascii="Corbel" w:hAnsi="Corbel" w:cstheme="minorHAnsi"/>
          <w:smallCaps w:val="0"/>
          <w:szCs w:val="24"/>
        </w:rPr>
        <w:t>PRAKTYKI ZAWO</w:t>
      </w:r>
      <w:r w:rsidR="009C1331" w:rsidRPr="00AD3AE9">
        <w:rPr>
          <w:rFonts w:ascii="Corbel" w:hAnsi="Corbel" w:cstheme="minorHAnsi"/>
          <w:smallCaps w:val="0"/>
          <w:szCs w:val="24"/>
        </w:rPr>
        <w:t>DOWE W RAMACH PRZEDMIOTU</w:t>
      </w:r>
    </w:p>
    <w:p w14:paraId="55CE3E9F" w14:textId="77777777" w:rsidR="0085747A" w:rsidRPr="00AD3AE9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D185B" w:rsidRPr="00AD3AE9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AD3AE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AD3AE9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  <w:tr w:rsidR="008D185B" w:rsidRPr="00AD3AE9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AD3AE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AD3AE9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AD3AE9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D4B08E1" w14:textId="77777777" w:rsidR="0085747A" w:rsidRPr="00AD3AE9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AD3AE9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AD3AE9">
        <w:rPr>
          <w:rFonts w:ascii="Corbel" w:hAnsi="Corbel" w:cstheme="minorHAnsi"/>
          <w:smallCaps w:val="0"/>
          <w:szCs w:val="24"/>
        </w:rPr>
        <w:t>LITERATURA</w:t>
      </w:r>
      <w:r w:rsidRPr="00AD3AE9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D185B" w:rsidRPr="00AD3AE9" w14:paraId="48AE14F8" w14:textId="77777777" w:rsidTr="00560717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1ED9CE52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Literatura podstawowa:</w:t>
            </w:r>
          </w:p>
          <w:p w14:paraId="621F1A5F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Mandal, E. (2012). Miłość, władza, manipulacja w bliskich związkach. Warszawa: PWN, r. 7.</w:t>
            </w:r>
          </w:p>
          <w:p w14:paraId="45EA2A9C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5E439C94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Lubiewska, K., Głogowska, K., Mickiewicz, K., Wojtynkiewicz, E., Izdebski, P.K., &amp; Wiśniewski, C. (2016). Skala Experience in Close Relationships-Revised: Struktura, rzetelność oraz skrócona wersja skali w polskiej próbie. Psychologia Rozwojowa, 21 (6), 49-63.</w:t>
            </w:r>
          </w:p>
          <w:p w14:paraId="75326EB4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2DAD373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Marzec, M., Łukasik., A. &amp; Jastrzębski, J. (2014). Orientacja socjoseksualna a taktyki utrzymania partnera w związkach długotrwałych. Fides et Ratio, 20, 4, 196–221.</w:t>
            </w:r>
          </w:p>
          <w:p w14:paraId="3ACC1C30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22CABB1" w14:textId="60B3409A" w:rsidR="00560717" w:rsidRPr="00AD3AE9" w:rsidRDefault="00560717" w:rsidP="00560717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Wojciszke, B (2020). Psychologia miłości</w:t>
            </w:r>
            <w:r w:rsidR="008D185B"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(całość)</w:t>
            </w: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. Gdańsk: GWP.</w:t>
            </w:r>
          </w:p>
        </w:tc>
      </w:tr>
      <w:tr w:rsidR="008D185B" w:rsidRPr="00AD3AE9" w14:paraId="0D880534" w14:textId="77777777" w:rsidTr="00560717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04AFCC1C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D0F98CF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Marzec M. &amp; Łukasik A. (2017). </w:t>
            </w:r>
            <w:r w:rsidRPr="00AD3AE9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Love Styles in the Context of Life History Theory. </w:t>
            </w: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Polish Psychological Bulletin, vol. 48(2) 237-249, DOI - 10.1515/ppb-2017-00.</w:t>
            </w:r>
          </w:p>
          <w:p w14:paraId="2A4E4C33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A65F684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Buss, D. (2007).  Morderca za ścianą, Gdańsk: GWP.</w:t>
            </w:r>
          </w:p>
          <w:p w14:paraId="32A31EAE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4AF246F" w14:textId="77777777" w:rsidR="00560717" w:rsidRPr="00AD3AE9" w:rsidRDefault="00560717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Lorecka, K. (2019). Jak kochamy? O przywiązaniu w miłości: Kraków: Impuls.</w:t>
            </w:r>
          </w:p>
          <w:p w14:paraId="4E51E5A6" w14:textId="77777777" w:rsidR="00466C92" w:rsidRPr="00AD3AE9" w:rsidRDefault="00466C92" w:rsidP="0056071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F233C9D" w14:textId="3E15812E" w:rsidR="00560717" w:rsidRPr="00AD3AE9" w:rsidRDefault="00560717" w:rsidP="00560717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AD3AE9">
              <w:rPr>
                <w:rFonts w:ascii="Corbel" w:hAnsi="Corbel" w:cstheme="minorHAnsi"/>
                <w:b w:val="0"/>
                <w:smallCaps w:val="0"/>
                <w:szCs w:val="24"/>
              </w:rPr>
              <w:t>Sternberg, R., Weis, K. (2007). Nowa psychologa miłości. Taszów: Moderator.</w:t>
            </w:r>
          </w:p>
        </w:tc>
      </w:tr>
    </w:tbl>
    <w:p w14:paraId="27099DB1" w14:textId="77777777" w:rsidR="0085747A" w:rsidRPr="00AD3AE9" w:rsidRDefault="0085747A" w:rsidP="00E62903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6F355E2" w14:textId="77777777" w:rsidR="0085747A" w:rsidRPr="00AD3AE9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AD3AE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AD3AE9" w:rsidSect="00D337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46185" w14:textId="77777777" w:rsidR="00D3371C" w:rsidRDefault="00D3371C" w:rsidP="00C16ABF">
      <w:pPr>
        <w:spacing w:after="0" w:line="240" w:lineRule="auto"/>
      </w:pPr>
      <w:r>
        <w:separator/>
      </w:r>
    </w:p>
  </w:endnote>
  <w:endnote w:type="continuationSeparator" w:id="0">
    <w:p w14:paraId="2E4D78BE" w14:textId="77777777" w:rsidR="00D3371C" w:rsidRDefault="00D337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F0F82" w14:textId="77777777" w:rsidR="00D3371C" w:rsidRDefault="00D3371C" w:rsidP="00C16ABF">
      <w:pPr>
        <w:spacing w:after="0" w:line="240" w:lineRule="auto"/>
      </w:pPr>
      <w:r>
        <w:separator/>
      </w:r>
    </w:p>
  </w:footnote>
  <w:footnote w:type="continuationSeparator" w:id="0">
    <w:p w14:paraId="5622250E" w14:textId="77777777" w:rsidR="00D3371C" w:rsidRDefault="00D3371C" w:rsidP="00C16ABF">
      <w:pPr>
        <w:spacing w:after="0" w:line="240" w:lineRule="auto"/>
      </w:pPr>
      <w:r>
        <w:continuationSeparator/>
      </w:r>
    </w:p>
  </w:footnote>
  <w:footnote w:id="1">
    <w:p w14:paraId="72A57CEB" w14:textId="77777777" w:rsidR="00B836F9" w:rsidRDefault="00B836F9" w:rsidP="00B836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2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4"/>
  </w:num>
  <w:num w:numId="7" w16cid:durableId="691079288">
    <w:abstractNumId w:val="6"/>
  </w:num>
  <w:num w:numId="8" w16cid:durableId="1820075818">
    <w:abstractNumId w:val="11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5"/>
  </w:num>
  <w:num w:numId="12" w16cid:durableId="218595227">
    <w:abstractNumId w:val="7"/>
  </w:num>
  <w:num w:numId="13" w16cid:durableId="1962571235">
    <w:abstractNumId w:val="10"/>
  </w:num>
  <w:num w:numId="14" w16cid:durableId="1419137465">
    <w:abstractNumId w:val="9"/>
  </w:num>
  <w:num w:numId="15" w16cid:durableId="1306737895">
    <w:abstractNumId w:val="13"/>
  </w:num>
  <w:num w:numId="16" w16cid:durableId="13934689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11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2DC"/>
    <w:rsid w:val="00084C12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82D"/>
    <w:rsid w:val="00192F37"/>
    <w:rsid w:val="00196D0C"/>
    <w:rsid w:val="001979B5"/>
    <w:rsid w:val="001A3568"/>
    <w:rsid w:val="001A37E7"/>
    <w:rsid w:val="001A70D2"/>
    <w:rsid w:val="001C363E"/>
    <w:rsid w:val="001C498C"/>
    <w:rsid w:val="001C7D56"/>
    <w:rsid w:val="001D27B6"/>
    <w:rsid w:val="001D657B"/>
    <w:rsid w:val="001D7B54"/>
    <w:rsid w:val="001E0209"/>
    <w:rsid w:val="001F15D0"/>
    <w:rsid w:val="001F2CA2"/>
    <w:rsid w:val="001F7DC8"/>
    <w:rsid w:val="002144C0"/>
    <w:rsid w:val="00216238"/>
    <w:rsid w:val="00222CB7"/>
    <w:rsid w:val="0022477D"/>
    <w:rsid w:val="002278A9"/>
    <w:rsid w:val="002336F9"/>
    <w:rsid w:val="00236D71"/>
    <w:rsid w:val="0024028F"/>
    <w:rsid w:val="00244ABC"/>
    <w:rsid w:val="002473F5"/>
    <w:rsid w:val="00260624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C7C82"/>
    <w:rsid w:val="003D18A9"/>
    <w:rsid w:val="003D4B90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66C92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44993"/>
    <w:rsid w:val="00560717"/>
    <w:rsid w:val="0056696D"/>
    <w:rsid w:val="00573EF9"/>
    <w:rsid w:val="00575586"/>
    <w:rsid w:val="0059484D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BDF"/>
    <w:rsid w:val="00650C5F"/>
    <w:rsid w:val="006536CE"/>
    <w:rsid w:val="00654934"/>
    <w:rsid w:val="006620D9"/>
    <w:rsid w:val="00671958"/>
    <w:rsid w:val="00674AE9"/>
    <w:rsid w:val="00675843"/>
    <w:rsid w:val="00676A10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030E"/>
    <w:rsid w:val="0081554D"/>
    <w:rsid w:val="0081707E"/>
    <w:rsid w:val="008449B3"/>
    <w:rsid w:val="0085747A"/>
    <w:rsid w:val="0086042B"/>
    <w:rsid w:val="008618BC"/>
    <w:rsid w:val="00875C93"/>
    <w:rsid w:val="00880FCC"/>
    <w:rsid w:val="008830C5"/>
    <w:rsid w:val="00884922"/>
    <w:rsid w:val="00885F64"/>
    <w:rsid w:val="00886B17"/>
    <w:rsid w:val="008917F9"/>
    <w:rsid w:val="008927D9"/>
    <w:rsid w:val="008A2C3C"/>
    <w:rsid w:val="008A2C9A"/>
    <w:rsid w:val="008A3538"/>
    <w:rsid w:val="008A45F7"/>
    <w:rsid w:val="008B0722"/>
    <w:rsid w:val="008B40C1"/>
    <w:rsid w:val="008C0CC0"/>
    <w:rsid w:val="008C19A9"/>
    <w:rsid w:val="008C21AB"/>
    <w:rsid w:val="008C379D"/>
    <w:rsid w:val="008C5147"/>
    <w:rsid w:val="008C5359"/>
    <w:rsid w:val="008C5363"/>
    <w:rsid w:val="008D185B"/>
    <w:rsid w:val="008D3DFB"/>
    <w:rsid w:val="008D3E28"/>
    <w:rsid w:val="008D4F42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34FB1"/>
    <w:rsid w:val="009508DF"/>
    <w:rsid w:val="00950DAC"/>
    <w:rsid w:val="00954A07"/>
    <w:rsid w:val="00960011"/>
    <w:rsid w:val="00987094"/>
    <w:rsid w:val="0099061B"/>
    <w:rsid w:val="00997F14"/>
    <w:rsid w:val="009A78D9"/>
    <w:rsid w:val="009B53BB"/>
    <w:rsid w:val="009B5CC9"/>
    <w:rsid w:val="009C1331"/>
    <w:rsid w:val="009C141A"/>
    <w:rsid w:val="009C3E31"/>
    <w:rsid w:val="009C54AE"/>
    <w:rsid w:val="009C67BD"/>
    <w:rsid w:val="009C788E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B2D95"/>
    <w:rsid w:val="00AB61F3"/>
    <w:rsid w:val="00AC0191"/>
    <w:rsid w:val="00AC1574"/>
    <w:rsid w:val="00AD1146"/>
    <w:rsid w:val="00AD27D3"/>
    <w:rsid w:val="00AD3AE9"/>
    <w:rsid w:val="00AD66D6"/>
    <w:rsid w:val="00AD74AC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C40"/>
    <w:rsid w:val="00B43E80"/>
    <w:rsid w:val="00B52905"/>
    <w:rsid w:val="00B56E1F"/>
    <w:rsid w:val="00B57753"/>
    <w:rsid w:val="00B607DB"/>
    <w:rsid w:val="00B66529"/>
    <w:rsid w:val="00B67715"/>
    <w:rsid w:val="00B75946"/>
    <w:rsid w:val="00B8056E"/>
    <w:rsid w:val="00B819C8"/>
    <w:rsid w:val="00B82308"/>
    <w:rsid w:val="00B836F9"/>
    <w:rsid w:val="00B9088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24C1"/>
    <w:rsid w:val="00C353C1"/>
    <w:rsid w:val="00C36992"/>
    <w:rsid w:val="00C373BE"/>
    <w:rsid w:val="00C376FA"/>
    <w:rsid w:val="00C526DF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2968"/>
    <w:rsid w:val="00CF68EB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371C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678B"/>
    <w:rsid w:val="00DA2114"/>
    <w:rsid w:val="00DA323B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2019-12-09T10:29:00Z</cp:lastPrinted>
  <dcterms:created xsi:type="dcterms:W3CDTF">2024-04-23T22:10:00Z</dcterms:created>
  <dcterms:modified xsi:type="dcterms:W3CDTF">2024-04-24T13:38:00Z</dcterms:modified>
</cp:coreProperties>
</file>